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314" w:rsidRPr="004D041B" w:rsidRDefault="00B61314" w:rsidP="00E61708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Agenda: Monday</w:t>
      </w:r>
      <w:r w:rsidRPr="004D041B">
        <w:rPr>
          <w:rFonts w:ascii="Arial" w:hAnsi="Arial" w:cs="Arial"/>
          <w:b/>
          <w:sz w:val="44"/>
          <w:szCs w:val="44"/>
        </w:rPr>
        <w:t xml:space="preserve">, </w:t>
      </w:r>
      <w:r>
        <w:rPr>
          <w:rFonts w:ascii="Arial" w:hAnsi="Arial" w:cs="Arial"/>
          <w:b/>
          <w:sz w:val="44"/>
          <w:szCs w:val="44"/>
        </w:rPr>
        <w:t>10/4</w:t>
      </w:r>
    </w:p>
    <w:p w:rsidR="00B61314" w:rsidRDefault="00B61314" w:rsidP="00E61708">
      <w:pPr>
        <w:rPr>
          <w:rFonts w:ascii="Arial" w:hAnsi="Arial" w:cs="Arial"/>
          <w:b/>
          <w:sz w:val="38"/>
          <w:szCs w:val="38"/>
        </w:rPr>
      </w:pPr>
    </w:p>
    <w:p w:rsidR="00B61314" w:rsidRDefault="00B61314" w:rsidP="006D4782">
      <w:pPr>
        <w:rPr>
          <w:rFonts w:ascii="Arial" w:hAnsi="Arial" w:cs="Arial"/>
          <w:b/>
          <w:sz w:val="38"/>
          <w:szCs w:val="38"/>
        </w:rPr>
      </w:pPr>
    </w:p>
    <w:p w:rsidR="00B61314" w:rsidRDefault="00B61314" w:rsidP="001C67D5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Do Now- in notebook</w:t>
      </w:r>
      <w:r>
        <w:rPr>
          <w:rFonts w:ascii="Arial" w:hAnsi="Arial" w:cs="Arial"/>
          <w:b/>
          <w:sz w:val="38"/>
          <w:szCs w:val="38"/>
        </w:rPr>
        <w:tab/>
      </w:r>
      <w:r>
        <w:rPr>
          <w:rFonts w:ascii="Arial" w:hAnsi="Arial" w:cs="Arial"/>
          <w:b/>
          <w:sz w:val="38"/>
          <w:szCs w:val="38"/>
        </w:rPr>
        <w:tab/>
        <w:t>[</w:t>
      </w:r>
      <w:r>
        <w:rPr>
          <w:rFonts w:ascii="Arial" w:hAnsi="Arial" w:cs="Arial"/>
          <w:b/>
          <w:color w:val="0000FF"/>
          <w:sz w:val="38"/>
          <w:szCs w:val="38"/>
        </w:rPr>
        <w:t>[Q</w:t>
      </w:r>
      <w:r w:rsidRPr="008429D1">
        <w:rPr>
          <w:rFonts w:ascii="Arial" w:hAnsi="Arial" w:cs="Arial"/>
          <w:b/>
          <w:color w:val="0000FF"/>
          <w:sz w:val="38"/>
          <w:szCs w:val="38"/>
        </w:rPr>
        <w:t>UIET, INDIVIDUAL</w:t>
      </w:r>
      <w:r>
        <w:rPr>
          <w:rFonts w:ascii="Arial" w:hAnsi="Arial" w:cs="Arial"/>
          <w:b/>
          <w:color w:val="0000FF"/>
          <w:sz w:val="38"/>
          <w:szCs w:val="38"/>
        </w:rPr>
        <w:t>]</w:t>
      </w:r>
      <w:r w:rsidRPr="005A68E4">
        <w:rPr>
          <w:rFonts w:ascii="Arial" w:hAnsi="Arial" w:cs="Arial"/>
          <w:b/>
          <w:sz w:val="38"/>
          <w:szCs w:val="38"/>
        </w:rPr>
        <w:t>]</w:t>
      </w:r>
    </w:p>
    <w:p w:rsidR="00B61314" w:rsidRDefault="00B61314" w:rsidP="001C67D5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“My point of view regarding this class is…”</w:t>
      </w:r>
    </w:p>
    <w:p w:rsidR="00B61314" w:rsidRDefault="00B61314" w:rsidP="001C67D5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“One thing I could change with my own behavior is…”</w:t>
      </w:r>
    </w:p>
    <w:p w:rsidR="00B61314" w:rsidRDefault="00B61314" w:rsidP="001C67D5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“One thing we could do as a class is…”</w:t>
      </w:r>
    </w:p>
    <w:p w:rsidR="00B61314" w:rsidRDefault="00B61314" w:rsidP="00FF602B">
      <w:pPr>
        <w:rPr>
          <w:rFonts w:ascii="Arial" w:hAnsi="Arial" w:cs="Arial"/>
          <w:b/>
          <w:sz w:val="38"/>
          <w:szCs w:val="38"/>
        </w:rPr>
      </w:pPr>
    </w:p>
    <w:p w:rsidR="00B61314" w:rsidRDefault="00B61314" w:rsidP="00FF602B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Laboratory Contract </w:t>
      </w:r>
    </w:p>
    <w:p w:rsidR="00B61314" w:rsidRDefault="00B61314" w:rsidP="001C67D5">
      <w:pPr>
        <w:rPr>
          <w:rFonts w:ascii="Arial" w:hAnsi="Arial" w:cs="Arial"/>
          <w:b/>
          <w:sz w:val="38"/>
          <w:szCs w:val="38"/>
        </w:rPr>
      </w:pPr>
    </w:p>
    <w:p w:rsidR="00B61314" w:rsidRDefault="00B61314" w:rsidP="00E61708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Finish vocab mini-books (10 minutes)</w:t>
      </w:r>
    </w:p>
    <w:p w:rsidR="00B61314" w:rsidRDefault="00B61314" w:rsidP="00A72C32">
      <w:pPr>
        <w:ind w:left="360"/>
        <w:rPr>
          <w:rFonts w:ascii="Arial" w:hAnsi="Arial" w:cs="Arial"/>
          <w:b/>
          <w:sz w:val="38"/>
          <w:szCs w:val="38"/>
        </w:rPr>
      </w:pPr>
    </w:p>
    <w:p w:rsidR="00B61314" w:rsidRDefault="00B61314" w:rsidP="00E61708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YAYA- You Ask, You Answer</w:t>
      </w:r>
    </w:p>
    <w:p w:rsidR="00B61314" w:rsidRDefault="00B61314" w:rsidP="00F076EF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Complete for 11.1 in notebook</w:t>
      </w:r>
    </w:p>
    <w:p w:rsidR="00B61314" w:rsidRDefault="00B61314" w:rsidP="00EB37B3">
      <w:pPr>
        <w:ind w:left="360"/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</w:t>
      </w:r>
    </w:p>
    <w:p w:rsidR="00B61314" w:rsidRDefault="00B61314" w:rsidP="00E61708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Exit ticket: Content Map Chapter 11</w:t>
      </w:r>
    </w:p>
    <w:p w:rsidR="00B61314" w:rsidRDefault="00B61314" w:rsidP="00E61708">
      <w:pPr>
        <w:ind w:left="360"/>
        <w:rPr>
          <w:rFonts w:ascii="Arial" w:hAnsi="Arial" w:cs="Arial"/>
          <w:b/>
          <w:sz w:val="38"/>
          <w:szCs w:val="38"/>
        </w:rPr>
      </w:pPr>
    </w:p>
    <w:p w:rsidR="00B61314" w:rsidRDefault="00B61314">
      <w:bookmarkStart w:id="0" w:name="_GoBack"/>
      <w:bookmarkEnd w:id="0"/>
    </w:p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Pr="004D041B" w:rsidRDefault="00B61314" w:rsidP="008F5810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Agenda: Monday</w:t>
      </w:r>
      <w:r w:rsidRPr="004D041B">
        <w:rPr>
          <w:rFonts w:ascii="Arial" w:hAnsi="Arial" w:cs="Arial"/>
          <w:b/>
          <w:sz w:val="44"/>
          <w:szCs w:val="44"/>
        </w:rPr>
        <w:t xml:space="preserve">, </w:t>
      </w:r>
      <w:r>
        <w:rPr>
          <w:rFonts w:ascii="Arial" w:hAnsi="Arial" w:cs="Arial"/>
          <w:b/>
          <w:sz w:val="44"/>
          <w:szCs w:val="44"/>
        </w:rPr>
        <w:t>10/4</w:t>
      </w:r>
    </w:p>
    <w:p w:rsidR="00B61314" w:rsidRDefault="00B61314" w:rsidP="008F5810">
      <w:pPr>
        <w:rPr>
          <w:rFonts w:ascii="Arial" w:hAnsi="Arial" w:cs="Arial"/>
          <w:b/>
          <w:sz w:val="38"/>
          <w:szCs w:val="38"/>
        </w:rPr>
      </w:pPr>
    </w:p>
    <w:p w:rsidR="00B61314" w:rsidRDefault="00B61314" w:rsidP="008F5810">
      <w:pPr>
        <w:rPr>
          <w:rFonts w:ascii="Arial" w:hAnsi="Arial" w:cs="Arial"/>
          <w:b/>
          <w:sz w:val="38"/>
          <w:szCs w:val="38"/>
        </w:rPr>
      </w:pPr>
    </w:p>
    <w:p w:rsidR="00B61314" w:rsidRDefault="00B61314" w:rsidP="008F5810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Do Now- in notebook</w:t>
      </w:r>
      <w:r>
        <w:rPr>
          <w:rFonts w:ascii="Arial" w:hAnsi="Arial" w:cs="Arial"/>
          <w:b/>
          <w:sz w:val="38"/>
          <w:szCs w:val="38"/>
        </w:rPr>
        <w:tab/>
      </w:r>
      <w:r>
        <w:rPr>
          <w:rFonts w:ascii="Arial" w:hAnsi="Arial" w:cs="Arial"/>
          <w:b/>
          <w:sz w:val="38"/>
          <w:szCs w:val="38"/>
        </w:rPr>
        <w:tab/>
        <w:t>[</w:t>
      </w:r>
      <w:r>
        <w:rPr>
          <w:rFonts w:ascii="Arial" w:hAnsi="Arial" w:cs="Arial"/>
          <w:b/>
          <w:color w:val="0000FF"/>
          <w:sz w:val="38"/>
          <w:szCs w:val="38"/>
        </w:rPr>
        <w:t>[Q</w:t>
      </w:r>
      <w:r w:rsidRPr="008429D1">
        <w:rPr>
          <w:rFonts w:ascii="Arial" w:hAnsi="Arial" w:cs="Arial"/>
          <w:b/>
          <w:color w:val="0000FF"/>
          <w:sz w:val="38"/>
          <w:szCs w:val="38"/>
        </w:rPr>
        <w:t>UIET, INDIVIDUAL</w:t>
      </w:r>
      <w:r>
        <w:rPr>
          <w:rFonts w:ascii="Arial" w:hAnsi="Arial" w:cs="Arial"/>
          <w:b/>
          <w:color w:val="0000FF"/>
          <w:sz w:val="38"/>
          <w:szCs w:val="38"/>
        </w:rPr>
        <w:t>]</w:t>
      </w:r>
      <w:r w:rsidRPr="005A68E4">
        <w:rPr>
          <w:rFonts w:ascii="Arial" w:hAnsi="Arial" w:cs="Arial"/>
          <w:b/>
          <w:sz w:val="38"/>
          <w:szCs w:val="38"/>
        </w:rPr>
        <w:t>]</w:t>
      </w:r>
    </w:p>
    <w:p w:rsidR="00B61314" w:rsidRDefault="00B61314" w:rsidP="008F5810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“My point of view regarding this class is…”</w:t>
      </w:r>
    </w:p>
    <w:p w:rsidR="00B61314" w:rsidRDefault="00B61314" w:rsidP="008F5810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“One thing I could change with my own behavior is…”</w:t>
      </w:r>
    </w:p>
    <w:p w:rsidR="00B61314" w:rsidRDefault="00B61314" w:rsidP="008F5810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“One thing we could do as a class is…”</w:t>
      </w:r>
    </w:p>
    <w:p w:rsidR="00B61314" w:rsidRDefault="00B61314" w:rsidP="008F5810">
      <w:pPr>
        <w:rPr>
          <w:rFonts w:ascii="Arial" w:hAnsi="Arial" w:cs="Arial"/>
          <w:b/>
          <w:sz w:val="38"/>
          <w:szCs w:val="38"/>
        </w:rPr>
      </w:pPr>
    </w:p>
    <w:p w:rsidR="00B61314" w:rsidRDefault="00B61314" w:rsidP="008F5810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Laboratory Contract </w:t>
      </w:r>
    </w:p>
    <w:p w:rsidR="00B61314" w:rsidRDefault="00B61314" w:rsidP="008F5810">
      <w:pPr>
        <w:ind w:left="360"/>
        <w:rPr>
          <w:rFonts w:ascii="Arial" w:hAnsi="Arial" w:cs="Arial"/>
          <w:b/>
          <w:sz w:val="38"/>
          <w:szCs w:val="38"/>
        </w:rPr>
      </w:pPr>
    </w:p>
    <w:p w:rsidR="00B61314" w:rsidRDefault="00B61314" w:rsidP="008F5810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Presentation: Mr. Carfagno</w:t>
      </w:r>
    </w:p>
    <w:p w:rsidR="00B61314" w:rsidRDefault="00B61314" w:rsidP="00786547">
      <w:pPr>
        <w:rPr>
          <w:rFonts w:ascii="Arial" w:hAnsi="Arial" w:cs="Arial"/>
          <w:b/>
          <w:sz w:val="38"/>
          <w:szCs w:val="38"/>
        </w:rPr>
      </w:pPr>
    </w:p>
    <w:p w:rsidR="00B61314" w:rsidRDefault="00B61314" w:rsidP="008F5810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YAYA- You Ask, You Answer</w:t>
      </w:r>
    </w:p>
    <w:p w:rsidR="00B61314" w:rsidRDefault="00B61314" w:rsidP="008F5810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Complete for 11.1 in notebook</w:t>
      </w:r>
    </w:p>
    <w:p w:rsidR="00B61314" w:rsidRDefault="00B61314" w:rsidP="008F5810">
      <w:pPr>
        <w:ind w:left="360"/>
        <w:rPr>
          <w:rFonts w:ascii="Arial" w:hAnsi="Arial" w:cs="Arial"/>
          <w:b/>
          <w:sz w:val="38"/>
          <w:szCs w:val="38"/>
        </w:rPr>
      </w:pPr>
    </w:p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p w:rsidR="00B61314" w:rsidRDefault="00B61314"/>
    <w:sectPr w:rsidR="00B61314" w:rsidSect="006A4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576C2"/>
    <w:multiLevelType w:val="hybridMultilevel"/>
    <w:tmpl w:val="B22022D8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7040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708"/>
    <w:rsid w:val="001B5A8F"/>
    <w:rsid w:val="001C67D5"/>
    <w:rsid w:val="001C73BB"/>
    <w:rsid w:val="001E202F"/>
    <w:rsid w:val="00322007"/>
    <w:rsid w:val="00325ABE"/>
    <w:rsid w:val="003B5996"/>
    <w:rsid w:val="0048267A"/>
    <w:rsid w:val="004D041B"/>
    <w:rsid w:val="004F3195"/>
    <w:rsid w:val="005241C1"/>
    <w:rsid w:val="005A68E4"/>
    <w:rsid w:val="005C7B02"/>
    <w:rsid w:val="005E494F"/>
    <w:rsid w:val="005F2C2F"/>
    <w:rsid w:val="006A4B02"/>
    <w:rsid w:val="006D4782"/>
    <w:rsid w:val="00786547"/>
    <w:rsid w:val="007E2092"/>
    <w:rsid w:val="008429D1"/>
    <w:rsid w:val="008F5810"/>
    <w:rsid w:val="009B0F90"/>
    <w:rsid w:val="009E7B9C"/>
    <w:rsid w:val="00A72C32"/>
    <w:rsid w:val="00B61314"/>
    <w:rsid w:val="00BD407F"/>
    <w:rsid w:val="00D439E6"/>
    <w:rsid w:val="00E61708"/>
    <w:rsid w:val="00EB37B3"/>
    <w:rsid w:val="00F076EF"/>
    <w:rsid w:val="00F64F2D"/>
    <w:rsid w:val="00FF6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70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D478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205</TotalTime>
  <Pages>2</Pages>
  <Words>104</Words>
  <Characters>597</Characters>
  <Application>Microsoft Office Outlook</Application>
  <DocSecurity>0</DocSecurity>
  <Lines>0</Lines>
  <Paragraphs>0</Paragraphs>
  <ScaleCrop>false</ScaleCrop>
  <Company>Norristown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Laskey, Concetta</dc:creator>
  <cp:keywords/>
  <dc:description/>
  <cp:lastModifiedBy>NASD</cp:lastModifiedBy>
  <cp:revision>23</cp:revision>
  <dcterms:created xsi:type="dcterms:W3CDTF">2010-09-30T18:49:00Z</dcterms:created>
  <dcterms:modified xsi:type="dcterms:W3CDTF">2010-10-04T14:53:00Z</dcterms:modified>
</cp:coreProperties>
</file>